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0D8074" w14:textId="77777777" w:rsidR="00070D23" w:rsidRDefault="00722A6B">
      <w:pPr>
        <w:rPr>
          <w:sz w:val="24"/>
          <w:szCs w:val="24"/>
        </w:rPr>
      </w:pPr>
      <w:r>
        <w:rPr>
          <w:sz w:val="24"/>
          <w:szCs w:val="24"/>
        </w:rPr>
        <w:t>Nom : ___________________________________</w:t>
      </w:r>
      <w:r>
        <w:rPr>
          <w:sz w:val="24"/>
          <w:szCs w:val="24"/>
        </w:rPr>
        <w:tab/>
        <w:t>Prénom : _____________________________</w:t>
      </w:r>
    </w:p>
    <w:p w14:paraId="71058F8B" w14:textId="77777777" w:rsidR="00722A6B" w:rsidRDefault="00722A6B">
      <w:pPr>
        <w:rPr>
          <w:sz w:val="24"/>
          <w:szCs w:val="24"/>
        </w:rPr>
      </w:pPr>
      <w:r>
        <w:rPr>
          <w:sz w:val="24"/>
          <w:szCs w:val="24"/>
        </w:rPr>
        <w:t>Date : ___________________________________</w:t>
      </w:r>
    </w:p>
    <w:p w14:paraId="7D60CA8B" w14:textId="77777777" w:rsidR="00722A6B" w:rsidRDefault="00E3351B" w:rsidP="00722A6B">
      <w:pPr>
        <w:spacing w:after="0" w:line="240" w:lineRule="auto"/>
        <w:jc w:val="center"/>
        <w:rPr>
          <w:b/>
          <w:sz w:val="24"/>
          <w:szCs w:val="24"/>
        </w:rPr>
      </w:pPr>
      <w:r>
        <w:rPr>
          <w:b/>
          <w:sz w:val="24"/>
          <w:szCs w:val="24"/>
        </w:rPr>
        <w:t>Français 3</w:t>
      </w:r>
    </w:p>
    <w:p w14:paraId="05472ADD" w14:textId="77777777" w:rsidR="00722A6B" w:rsidRDefault="00722A6B" w:rsidP="00722A6B">
      <w:pPr>
        <w:spacing w:after="0" w:line="240" w:lineRule="auto"/>
        <w:jc w:val="center"/>
        <w:rPr>
          <w:b/>
          <w:sz w:val="24"/>
          <w:szCs w:val="24"/>
        </w:rPr>
      </w:pPr>
      <w:r>
        <w:rPr>
          <w:b/>
          <w:sz w:val="24"/>
          <w:szCs w:val="24"/>
        </w:rPr>
        <w:t xml:space="preserve">Unité </w:t>
      </w:r>
      <w:r w:rsidR="00E3351B">
        <w:rPr>
          <w:b/>
          <w:sz w:val="24"/>
          <w:szCs w:val="24"/>
        </w:rPr>
        <w:t>3</w:t>
      </w:r>
      <w:r w:rsidR="00607DF6">
        <w:rPr>
          <w:b/>
          <w:sz w:val="24"/>
          <w:szCs w:val="24"/>
        </w:rPr>
        <w:t xml:space="preserve"> – </w:t>
      </w:r>
      <w:r w:rsidR="00E3351B">
        <w:rPr>
          <w:b/>
          <w:sz w:val="24"/>
          <w:szCs w:val="24"/>
        </w:rPr>
        <w:t>La santé et le bien-être</w:t>
      </w:r>
    </w:p>
    <w:p w14:paraId="16441736" w14:textId="1F22B7F8" w:rsidR="00722A6B" w:rsidRPr="00E3351B" w:rsidRDefault="00AF1518" w:rsidP="00722A6B">
      <w:pPr>
        <w:spacing w:after="0" w:line="240" w:lineRule="auto"/>
        <w:jc w:val="center"/>
        <w:rPr>
          <w:b/>
          <w:i/>
          <w:sz w:val="24"/>
          <w:szCs w:val="24"/>
        </w:rPr>
      </w:pPr>
      <w:r>
        <w:rPr>
          <w:b/>
          <w:i/>
          <w:sz w:val="24"/>
          <w:szCs w:val="24"/>
        </w:rPr>
        <w:t>Tu as passé un bon weekend ?</w:t>
      </w:r>
    </w:p>
    <w:p w14:paraId="4D3B2B90" w14:textId="77777777" w:rsidR="00722A6B" w:rsidRDefault="00722A6B" w:rsidP="00722A6B">
      <w:pPr>
        <w:spacing w:after="0" w:line="240" w:lineRule="auto"/>
        <w:jc w:val="center"/>
        <w:rPr>
          <w:b/>
          <w:sz w:val="24"/>
          <w:szCs w:val="24"/>
        </w:rPr>
      </w:pPr>
    </w:p>
    <w:p w14:paraId="5967EB36" w14:textId="04B8E4F8" w:rsidR="00770E22" w:rsidRPr="00AF4EE3" w:rsidRDefault="00AF1518" w:rsidP="00770E22">
      <w:pPr>
        <w:spacing w:after="0" w:line="240" w:lineRule="auto"/>
        <w:rPr>
          <w:sz w:val="24"/>
          <w:szCs w:val="24"/>
        </w:rPr>
      </w:pPr>
      <w:r w:rsidRPr="00AF4EE3">
        <w:rPr>
          <w:sz w:val="24"/>
          <w:szCs w:val="24"/>
        </w:rPr>
        <w:t>Cher Gilles,</w:t>
      </w:r>
    </w:p>
    <w:p w14:paraId="00E8F984" w14:textId="77777777" w:rsidR="00AF1518" w:rsidRPr="00AF4EE3" w:rsidRDefault="00AF1518" w:rsidP="00770E22">
      <w:pPr>
        <w:spacing w:after="0" w:line="240" w:lineRule="auto"/>
        <w:rPr>
          <w:sz w:val="24"/>
          <w:szCs w:val="24"/>
        </w:rPr>
      </w:pPr>
    </w:p>
    <w:p w14:paraId="07278C21" w14:textId="77777777" w:rsidR="00AF1518" w:rsidRPr="00AF4EE3" w:rsidRDefault="00AF1518" w:rsidP="00770E22">
      <w:pPr>
        <w:spacing w:after="0" w:line="240" w:lineRule="auto"/>
        <w:rPr>
          <w:sz w:val="24"/>
          <w:szCs w:val="24"/>
        </w:rPr>
      </w:pPr>
      <w:r w:rsidRPr="00AF4EE3">
        <w:rPr>
          <w:sz w:val="24"/>
          <w:szCs w:val="24"/>
        </w:rPr>
        <w:t xml:space="preserve">Je voulais t’écrire pour te remercier de nouveau pour l’accueil chaleureux que tu m’as accordé pendant mon séjour en France. C’était génial de te revoir et passer du temps avec ta famille. Comment se sont passées tes vacances ? Qu’est-ce que tu as fait ? Quel temps faisait-il ? Ici, il commence à faire un peu plus chaud mais le mois dernier il faisait un temps glacial. </w:t>
      </w:r>
    </w:p>
    <w:p w14:paraId="530FA82B" w14:textId="77777777" w:rsidR="00AF1518" w:rsidRPr="00AF4EE3" w:rsidRDefault="00AF1518" w:rsidP="00770E22">
      <w:pPr>
        <w:spacing w:after="0" w:line="240" w:lineRule="auto"/>
        <w:rPr>
          <w:sz w:val="24"/>
          <w:szCs w:val="24"/>
        </w:rPr>
      </w:pPr>
    </w:p>
    <w:p w14:paraId="5DA9A76C" w14:textId="77777777" w:rsidR="00216D93" w:rsidRDefault="00AF1518" w:rsidP="00770E22">
      <w:pPr>
        <w:spacing w:after="0" w:line="240" w:lineRule="auto"/>
        <w:rPr>
          <w:sz w:val="24"/>
          <w:szCs w:val="24"/>
        </w:rPr>
      </w:pPr>
      <w:r w:rsidRPr="00AF4EE3">
        <w:rPr>
          <w:sz w:val="24"/>
          <w:szCs w:val="24"/>
        </w:rPr>
        <w:t xml:space="preserve">Pour nous, ce weekend était bon même si j’étais occupé pendant tout le weekend. Après l’école vendredi, je suis sorti avec une amie parce que ça fait longtemps qu’on ne s’est pas vus. Je lui ai raconté le voyage à Orléans et que c’était un succès. Pendant </w:t>
      </w:r>
      <w:r w:rsidR="0000412E" w:rsidRPr="00AF4EE3">
        <w:rPr>
          <w:sz w:val="24"/>
          <w:szCs w:val="24"/>
        </w:rPr>
        <w:t>notre visite, elle a invité moi et ma famille à passer quelques semaines à son chalet en France cet été. Ma femme était enthousiasmée quand je lui ai dit. Après</w:t>
      </w:r>
      <w:r w:rsidRPr="00AF4EE3">
        <w:rPr>
          <w:sz w:val="24"/>
          <w:szCs w:val="24"/>
        </w:rPr>
        <w:t>, j’ai passé du temps a</w:t>
      </w:r>
      <w:r w:rsidR="0000412E" w:rsidRPr="00AF4EE3">
        <w:rPr>
          <w:sz w:val="24"/>
          <w:szCs w:val="24"/>
        </w:rPr>
        <w:t xml:space="preserve">vec la famille et on a joué au </w:t>
      </w:r>
      <w:proofErr w:type="spellStart"/>
      <w:r w:rsidR="0000412E" w:rsidRPr="00AF4EE3">
        <w:rPr>
          <w:sz w:val="24"/>
          <w:szCs w:val="24"/>
        </w:rPr>
        <w:t>P</w:t>
      </w:r>
      <w:r w:rsidRPr="00AF4EE3">
        <w:rPr>
          <w:sz w:val="24"/>
          <w:szCs w:val="24"/>
        </w:rPr>
        <w:t>ictionnaire</w:t>
      </w:r>
      <w:proofErr w:type="spellEnd"/>
      <w:r w:rsidRPr="00AF4EE3">
        <w:rPr>
          <w:sz w:val="24"/>
          <w:szCs w:val="24"/>
        </w:rPr>
        <w:t xml:space="preserve">, le jeu favori de ma fille. En effet, elle et ma femme ont gagné tandis que moi et mon fils étaient énervés d’avoir perdu. </w:t>
      </w:r>
    </w:p>
    <w:p w14:paraId="2BD7DBE1" w14:textId="77777777" w:rsidR="00216D93" w:rsidRDefault="00216D93" w:rsidP="00770E22">
      <w:pPr>
        <w:spacing w:after="0" w:line="240" w:lineRule="auto"/>
        <w:rPr>
          <w:sz w:val="24"/>
          <w:szCs w:val="24"/>
        </w:rPr>
      </w:pPr>
    </w:p>
    <w:p w14:paraId="16DE5BAB" w14:textId="5A8CBFDB" w:rsidR="0000412E" w:rsidRPr="00AF4EE3" w:rsidRDefault="00AF1518" w:rsidP="00770E22">
      <w:pPr>
        <w:spacing w:after="0" w:line="240" w:lineRule="auto"/>
        <w:rPr>
          <w:sz w:val="24"/>
          <w:szCs w:val="24"/>
        </w:rPr>
      </w:pPr>
      <w:r w:rsidRPr="00AF4EE3">
        <w:rPr>
          <w:sz w:val="24"/>
          <w:szCs w:val="24"/>
        </w:rPr>
        <w:t xml:space="preserve">Samedi matin, je me suis levé tôt parce que j’avais un rendez-vous avec une amie </w:t>
      </w:r>
      <w:bookmarkStart w:id="0" w:name="_GoBack"/>
      <w:bookmarkEnd w:id="0"/>
      <w:r w:rsidRPr="00AF4EE3">
        <w:rPr>
          <w:sz w:val="24"/>
          <w:szCs w:val="24"/>
        </w:rPr>
        <w:t>pour prendre le petit-déj ensemble à 8h. Mais quand je suis arrivé, elle n’était pas encore là. J’étais très surpris parce qu’elle est normalement très ponctuelle. On y est resté pour 4 heures ! On avait beaucoup de choses à discuter.</w:t>
      </w:r>
    </w:p>
    <w:p w14:paraId="2A1DE527" w14:textId="77777777" w:rsidR="0000412E" w:rsidRPr="00AF4EE3" w:rsidRDefault="0000412E" w:rsidP="00770E22">
      <w:pPr>
        <w:spacing w:after="0" w:line="240" w:lineRule="auto"/>
        <w:rPr>
          <w:sz w:val="24"/>
          <w:szCs w:val="24"/>
        </w:rPr>
      </w:pPr>
    </w:p>
    <w:p w14:paraId="4434B16C" w14:textId="120B6775" w:rsidR="00AF1518" w:rsidRPr="00AF4EE3" w:rsidRDefault="0000412E" w:rsidP="00770E22">
      <w:pPr>
        <w:spacing w:after="0" w:line="240" w:lineRule="auto"/>
        <w:rPr>
          <w:sz w:val="24"/>
          <w:szCs w:val="24"/>
        </w:rPr>
      </w:pPr>
      <w:r w:rsidRPr="00AF4EE3">
        <w:rPr>
          <w:sz w:val="24"/>
          <w:szCs w:val="24"/>
        </w:rPr>
        <w:t xml:space="preserve">Je suis rentré à </w:t>
      </w:r>
      <w:r w:rsidR="00216D93">
        <w:rPr>
          <w:sz w:val="24"/>
          <w:szCs w:val="24"/>
        </w:rPr>
        <w:t>12h30</w:t>
      </w:r>
      <w:r w:rsidRPr="00AF4EE3">
        <w:rPr>
          <w:sz w:val="24"/>
          <w:szCs w:val="24"/>
        </w:rPr>
        <w:t xml:space="preserve"> et j’ai acheté des pizzas pour mes enfants et leurs amis qui faisaient du toboggan dans le jardin. Parce qu’il faisait si beau samedi, j’ai décidé de jouer au basket. Je fais partie d’une équipe de profs et étudiants qui vont participer à un tournoi de basket </w:t>
      </w:r>
      <w:r w:rsidR="00C518E1" w:rsidRPr="00AF4EE3">
        <w:rPr>
          <w:sz w:val="24"/>
          <w:szCs w:val="24"/>
        </w:rPr>
        <w:t>cette semaine. Pendant que je jouais, mes enfants faisaient une promenade dans les bois. À 5 heures, les parents des enfants sont venus pour les chercher et ma femme faisait le dîner. À 6h 30, je jouais toujours quand ma femme m’a appelé de rentrer pour le dîner. Après le dîner, on a passé une soirée tranquille et on a regardé un film.</w:t>
      </w:r>
    </w:p>
    <w:p w14:paraId="72E88681" w14:textId="77777777" w:rsidR="00C518E1" w:rsidRPr="00AF4EE3" w:rsidRDefault="00C518E1" w:rsidP="00770E22">
      <w:pPr>
        <w:spacing w:after="0" w:line="240" w:lineRule="auto"/>
        <w:rPr>
          <w:sz w:val="24"/>
          <w:szCs w:val="24"/>
        </w:rPr>
      </w:pPr>
    </w:p>
    <w:p w14:paraId="20E8698B" w14:textId="419BEEF5" w:rsidR="00C518E1" w:rsidRPr="00AF4EE3" w:rsidRDefault="00C518E1" w:rsidP="00770E22">
      <w:pPr>
        <w:spacing w:after="0" w:line="240" w:lineRule="auto"/>
        <w:rPr>
          <w:sz w:val="24"/>
          <w:szCs w:val="24"/>
        </w:rPr>
      </w:pPr>
      <w:r w:rsidRPr="00AF4EE3">
        <w:rPr>
          <w:sz w:val="24"/>
          <w:szCs w:val="24"/>
        </w:rPr>
        <w:t xml:space="preserve">Dimanche matin, on s’est levés tard. En effet, on a oublié de changer l’heure et il était 10 h ! J’ai fait le petit-déjeuner pour la famille et je suis sorti pour aller au supermarché. Malheureusement, ma femme ne se sentait pas très bien donc elle m’a demandé d’aller faire les courses. Ensuite, on a rangé la maison et fait </w:t>
      </w:r>
      <w:r w:rsidR="00AF4EE3" w:rsidRPr="00AF4EE3">
        <w:rPr>
          <w:sz w:val="24"/>
          <w:szCs w:val="24"/>
        </w:rPr>
        <w:t>du travail pour l’école</w:t>
      </w:r>
      <w:r w:rsidRPr="00AF4EE3">
        <w:rPr>
          <w:sz w:val="24"/>
          <w:szCs w:val="24"/>
        </w:rPr>
        <w:t>. Pendant qu</w:t>
      </w:r>
      <w:r w:rsidR="00AF4EE3" w:rsidRPr="00AF4EE3">
        <w:rPr>
          <w:sz w:val="24"/>
          <w:szCs w:val="24"/>
        </w:rPr>
        <w:t>e je travaillais sur mes leçons, mes enfants m’ont posé des questions sur leurs devoirs. En fait, ils m’ont interrompu beaucoup ! Dimanche soir était tranquille et tout le monde s’est couché tôt parce qu’on a perdu une heure.</w:t>
      </w:r>
    </w:p>
    <w:p w14:paraId="1ADD94A3" w14:textId="77777777" w:rsidR="00AF4EE3" w:rsidRPr="00AF4EE3" w:rsidRDefault="00AF4EE3" w:rsidP="00770E22">
      <w:pPr>
        <w:spacing w:after="0" w:line="240" w:lineRule="auto"/>
        <w:rPr>
          <w:sz w:val="24"/>
          <w:szCs w:val="24"/>
        </w:rPr>
      </w:pPr>
    </w:p>
    <w:p w14:paraId="162AFA42" w14:textId="22915416" w:rsidR="00AF4EE3" w:rsidRPr="00AF4EE3" w:rsidRDefault="00AF4EE3" w:rsidP="00770E22">
      <w:pPr>
        <w:spacing w:after="0" w:line="240" w:lineRule="auto"/>
        <w:rPr>
          <w:sz w:val="24"/>
          <w:szCs w:val="24"/>
        </w:rPr>
      </w:pPr>
      <w:r w:rsidRPr="00AF4EE3">
        <w:rPr>
          <w:sz w:val="24"/>
          <w:szCs w:val="24"/>
        </w:rPr>
        <w:t>J’espère que tout va bien pour toi et la famille. Ecris-moi de tes nouvelles quand tu auras un moment.</w:t>
      </w:r>
    </w:p>
    <w:p w14:paraId="3432F943" w14:textId="77777777" w:rsidR="00AF4EE3" w:rsidRPr="00AF4EE3" w:rsidRDefault="00AF4EE3" w:rsidP="00770E22">
      <w:pPr>
        <w:spacing w:after="0" w:line="240" w:lineRule="auto"/>
        <w:rPr>
          <w:sz w:val="24"/>
          <w:szCs w:val="24"/>
        </w:rPr>
      </w:pPr>
    </w:p>
    <w:p w14:paraId="3C53942D" w14:textId="59549BB6" w:rsidR="00AF4EE3" w:rsidRPr="00AF4EE3" w:rsidRDefault="00AF4EE3" w:rsidP="00770E22">
      <w:pPr>
        <w:spacing w:after="0" w:line="240" w:lineRule="auto"/>
        <w:rPr>
          <w:sz w:val="24"/>
          <w:szCs w:val="24"/>
        </w:rPr>
      </w:pPr>
      <w:r w:rsidRPr="00AF4EE3">
        <w:rPr>
          <w:sz w:val="24"/>
          <w:szCs w:val="24"/>
        </w:rPr>
        <w:t>Amicalement,</w:t>
      </w:r>
    </w:p>
    <w:p w14:paraId="6D68676C" w14:textId="77777777" w:rsidR="00AF4EE3" w:rsidRPr="00AF4EE3" w:rsidRDefault="00AF4EE3" w:rsidP="00770E22">
      <w:pPr>
        <w:spacing w:after="0" w:line="240" w:lineRule="auto"/>
        <w:rPr>
          <w:sz w:val="24"/>
          <w:szCs w:val="24"/>
        </w:rPr>
      </w:pPr>
    </w:p>
    <w:p w14:paraId="1DE66A2A" w14:textId="6FDD133B" w:rsidR="00AF4EE3" w:rsidRPr="00AF4EE3" w:rsidRDefault="00AF4EE3" w:rsidP="00770E22">
      <w:pPr>
        <w:spacing w:after="0" w:line="240" w:lineRule="auto"/>
        <w:rPr>
          <w:sz w:val="24"/>
          <w:szCs w:val="24"/>
        </w:rPr>
      </w:pPr>
      <w:r w:rsidRPr="00AF4EE3">
        <w:rPr>
          <w:sz w:val="24"/>
          <w:szCs w:val="24"/>
        </w:rPr>
        <w:t>Édouard</w:t>
      </w:r>
    </w:p>
    <w:p w14:paraId="02B75614" w14:textId="77777777" w:rsidR="00770E22" w:rsidRPr="00AF4EE3" w:rsidRDefault="00770E22" w:rsidP="005844C6">
      <w:pPr>
        <w:spacing w:after="0" w:line="240" w:lineRule="auto"/>
        <w:rPr>
          <w:sz w:val="24"/>
          <w:szCs w:val="24"/>
        </w:rPr>
      </w:pPr>
    </w:p>
    <w:sectPr w:rsidR="00770E22" w:rsidRPr="00AF4EE3" w:rsidSect="00722A6B">
      <w:pgSz w:w="11906" w:h="16838"/>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attachedTemplate r:id="rId1"/>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607DF6"/>
    <w:rsid w:val="0000412E"/>
    <w:rsid w:val="00070D23"/>
    <w:rsid w:val="000E0968"/>
    <w:rsid w:val="00125870"/>
    <w:rsid w:val="00216D93"/>
    <w:rsid w:val="002577B9"/>
    <w:rsid w:val="005844C6"/>
    <w:rsid w:val="005B363E"/>
    <w:rsid w:val="00607A29"/>
    <w:rsid w:val="00607DF6"/>
    <w:rsid w:val="00722A6B"/>
    <w:rsid w:val="00737FB2"/>
    <w:rsid w:val="00770E22"/>
    <w:rsid w:val="007A1D83"/>
    <w:rsid w:val="007F3EC2"/>
    <w:rsid w:val="00835A80"/>
    <w:rsid w:val="009452CF"/>
    <w:rsid w:val="009F3577"/>
    <w:rsid w:val="00A32AFA"/>
    <w:rsid w:val="00AF1518"/>
    <w:rsid w:val="00AF4EE3"/>
    <w:rsid w:val="00B02910"/>
    <w:rsid w:val="00B56367"/>
    <w:rsid w:val="00C44744"/>
    <w:rsid w:val="00C518E1"/>
    <w:rsid w:val="00D82E21"/>
    <w:rsid w:val="00DA3C94"/>
    <w:rsid w:val="00E3351B"/>
    <w:rsid w:val="00F914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4"/>
    <o:shapelayout v:ext="edit">
      <o:idmap v:ext="edit" data="1"/>
    </o:shapelayout>
  </w:shapeDefaults>
  <w:decimalSymbol w:val="."/>
  <w:listSeparator w:val=","/>
  <w14:docId w14:val="4A074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D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E:\04%20-%20Templates\FR%2031%20-%20Writing%20Activit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\04 - Templates\FR 31 - Writing Activity.dotx</Template>
  <TotalTime>232</TotalTime>
  <Pages>1</Pages>
  <Words>425</Words>
  <Characters>2425</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2845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esmith4</dc:creator>
  <cp:keywords/>
  <dc:description/>
  <cp:lastModifiedBy>Edouard Smith</cp:lastModifiedBy>
  <cp:revision>15</cp:revision>
  <dcterms:created xsi:type="dcterms:W3CDTF">2012-03-06T20:09:00Z</dcterms:created>
  <dcterms:modified xsi:type="dcterms:W3CDTF">2014-03-09T22:50:00Z</dcterms:modified>
</cp:coreProperties>
</file>